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76E" w:rsidRDefault="008E676E" w:rsidP="00C428F0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Утверждены</w:t>
      </w:r>
    </w:p>
    <w:p w:rsidR="008E676E" w:rsidRDefault="008E676E" w:rsidP="00C428F0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</w:t>
      </w:r>
      <w:r w:rsidRPr="0031143C">
        <w:rPr>
          <w:rFonts w:ascii="Times New Roman" w:hAnsi="Times New Roman"/>
          <w:sz w:val="28"/>
          <w:szCs w:val="28"/>
          <w:lang w:val="ru-RU"/>
        </w:rPr>
        <w:t>Решение</w:t>
      </w:r>
      <w:r>
        <w:rPr>
          <w:rFonts w:ascii="Times New Roman" w:hAnsi="Times New Roman"/>
          <w:sz w:val="28"/>
          <w:szCs w:val="28"/>
          <w:lang w:val="ru-RU"/>
        </w:rPr>
        <w:t xml:space="preserve">м             </w:t>
      </w:r>
    </w:p>
    <w:p w:rsidR="008E676E" w:rsidRDefault="008E676E" w:rsidP="00C428F0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31143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С</w:t>
      </w:r>
      <w:r w:rsidRPr="0031143C">
        <w:rPr>
          <w:rFonts w:ascii="Times New Roman" w:hAnsi="Times New Roman"/>
          <w:sz w:val="28"/>
          <w:szCs w:val="28"/>
          <w:lang w:val="ru-RU"/>
        </w:rPr>
        <w:t>обрания</w:t>
      </w:r>
      <w:r>
        <w:rPr>
          <w:rFonts w:ascii="Times New Roman" w:hAnsi="Times New Roman"/>
          <w:sz w:val="28"/>
          <w:szCs w:val="28"/>
          <w:lang w:val="ru-RU"/>
        </w:rPr>
        <w:t xml:space="preserve"> д</w:t>
      </w:r>
      <w:r w:rsidRPr="0031143C">
        <w:rPr>
          <w:rFonts w:ascii="Times New Roman" w:hAnsi="Times New Roman"/>
          <w:sz w:val="28"/>
          <w:szCs w:val="28"/>
          <w:lang w:val="ru-RU"/>
        </w:rPr>
        <w:t>епутатов</w:t>
      </w:r>
    </w:p>
    <w:p w:rsidR="008E676E" w:rsidRDefault="008E676E" w:rsidP="00C428F0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31143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муниципального района </w:t>
      </w:r>
    </w:p>
    <w:p w:rsidR="008E676E" w:rsidRDefault="008E676E" w:rsidP="00C428F0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МО «Хасавюртовский район»</w:t>
      </w:r>
    </w:p>
    <w:p w:rsidR="008E676E" w:rsidRDefault="008E676E" w:rsidP="00C428F0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от 27 марта 2013 года </w:t>
      </w:r>
    </w:p>
    <w:p w:rsidR="008E676E" w:rsidRPr="00C428F0" w:rsidRDefault="008E676E" w:rsidP="00C428F0">
      <w:pPr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№13-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ru-RU"/>
        </w:rPr>
        <w:t xml:space="preserve"> СД</w:t>
      </w:r>
    </w:p>
    <w:p w:rsidR="008E676E" w:rsidRPr="00B20318" w:rsidRDefault="008E676E" w:rsidP="0086342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E676E" w:rsidRPr="00B20318" w:rsidRDefault="008E676E" w:rsidP="0086342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E676E" w:rsidRPr="00B20318" w:rsidRDefault="008E676E" w:rsidP="0086342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E676E" w:rsidRPr="00863425" w:rsidRDefault="008E676E" w:rsidP="0086342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63425">
        <w:rPr>
          <w:rFonts w:ascii="Times New Roman" w:hAnsi="Times New Roman"/>
          <w:b/>
          <w:sz w:val="28"/>
          <w:szCs w:val="28"/>
          <w:lang w:val="ru-RU"/>
        </w:rPr>
        <w:t>Правила</w:t>
      </w:r>
    </w:p>
    <w:p w:rsidR="008E676E" w:rsidRPr="00863425" w:rsidRDefault="008E676E" w:rsidP="0086342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63425">
        <w:rPr>
          <w:rFonts w:ascii="Times New Roman" w:hAnsi="Times New Roman"/>
          <w:b/>
          <w:sz w:val="28"/>
          <w:szCs w:val="28"/>
          <w:lang w:val="ru-RU"/>
        </w:rPr>
        <w:t xml:space="preserve">содержания сельскохозяйственных домашних животных на </w:t>
      </w:r>
    </w:p>
    <w:p w:rsidR="008E676E" w:rsidRPr="00863425" w:rsidRDefault="008E676E" w:rsidP="0086342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63425">
        <w:rPr>
          <w:rFonts w:ascii="Times New Roman" w:hAnsi="Times New Roman"/>
          <w:b/>
          <w:sz w:val="28"/>
          <w:szCs w:val="28"/>
          <w:lang w:val="ru-RU"/>
        </w:rPr>
        <w:t>территории МО «Хасавюртовский район»</w:t>
      </w:r>
    </w:p>
    <w:p w:rsidR="008E676E" w:rsidRPr="00863425" w:rsidRDefault="008E676E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8E676E" w:rsidRPr="00863425" w:rsidRDefault="008E676E" w:rsidP="00863425">
      <w:pPr>
        <w:jc w:val="center"/>
        <w:rPr>
          <w:rFonts w:ascii="Times New Roman" w:hAnsi="Times New Roman"/>
          <w:b/>
          <w:lang w:val="ru-RU"/>
        </w:rPr>
      </w:pPr>
      <w:r w:rsidRPr="00863425">
        <w:rPr>
          <w:rFonts w:ascii="Times New Roman" w:hAnsi="Times New Roman"/>
          <w:b/>
          <w:lang w:val="ru-RU"/>
        </w:rPr>
        <w:t xml:space="preserve">Глава </w:t>
      </w:r>
      <w:r w:rsidRPr="00863425">
        <w:rPr>
          <w:rFonts w:ascii="Times New Roman" w:hAnsi="Times New Roman"/>
          <w:b/>
        </w:rPr>
        <w:t>I</w:t>
      </w:r>
      <w:r w:rsidRPr="00863425">
        <w:rPr>
          <w:rFonts w:ascii="Times New Roman" w:hAnsi="Times New Roman"/>
          <w:b/>
          <w:lang w:val="ru-RU"/>
        </w:rPr>
        <w:t>. Общие положения</w:t>
      </w:r>
    </w:p>
    <w:p w:rsidR="008E676E" w:rsidRDefault="008E676E">
      <w:pPr>
        <w:rPr>
          <w:rFonts w:ascii="Times New Roman" w:hAnsi="Times New Roman"/>
          <w:lang w:val="ru-RU"/>
        </w:rPr>
      </w:pPr>
    </w:p>
    <w:p w:rsidR="008E676E" w:rsidRDefault="008E676E">
      <w:pPr>
        <w:rPr>
          <w:rFonts w:ascii="Times New Roman" w:hAnsi="Times New Roman"/>
          <w:lang w:val="ru-RU"/>
        </w:rPr>
      </w:pPr>
      <w:r w:rsidRPr="00B20318">
        <w:rPr>
          <w:rFonts w:ascii="Times New Roman" w:hAnsi="Times New Roman"/>
          <w:b/>
          <w:lang w:val="ru-RU"/>
        </w:rPr>
        <w:t>Статья 1.</w:t>
      </w:r>
      <w:r>
        <w:rPr>
          <w:rFonts w:ascii="Times New Roman" w:hAnsi="Times New Roman"/>
          <w:lang w:val="ru-RU"/>
        </w:rPr>
        <w:t xml:space="preserve">   Настоящие правила регулируют отношения в сфере содержания сельскохозяйственных домашних животных, обеспечения безопасности заразных болезней животных, определяют права и обязанности органов местного самоуправления, владельцев сельскохозяйственных домашних животных на территории муниципального образования «Хасавюртовский район».</w:t>
      </w:r>
    </w:p>
    <w:p w:rsidR="008E676E" w:rsidRDefault="008E676E">
      <w:pPr>
        <w:rPr>
          <w:rFonts w:ascii="Times New Roman" w:hAnsi="Times New Roman"/>
          <w:lang w:val="ru-RU"/>
        </w:rPr>
      </w:pPr>
    </w:p>
    <w:p w:rsidR="008E676E" w:rsidRDefault="008E676E">
      <w:pPr>
        <w:rPr>
          <w:rFonts w:ascii="Times New Roman" w:hAnsi="Times New Roman"/>
          <w:lang w:val="ru-RU"/>
        </w:rPr>
      </w:pPr>
      <w:r w:rsidRPr="00B20318">
        <w:rPr>
          <w:rFonts w:ascii="Times New Roman" w:hAnsi="Times New Roman"/>
          <w:b/>
          <w:lang w:val="ru-RU"/>
        </w:rPr>
        <w:t>Статья 2.</w:t>
      </w:r>
      <w:r>
        <w:rPr>
          <w:rFonts w:ascii="Times New Roman" w:hAnsi="Times New Roman"/>
          <w:lang w:val="ru-RU"/>
        </w:rPr>
        <w:t xml:space="preserve">  Основные понятия, используемые в данных правилах</w:t>
      </w:r>
    </w:p>
    <w:p w:rsidR="008E676E" w:rsidRDefault="008E676E" w:rsidP="00863425">
      <w:pPr>
        <w:rPr>
          <w:rFonts w:ascii="Times New Roman" w:hAnsi="Times New Roman"/>
          <w:lang w:val="ru-RU"/>
        </w:rPr>
      </w:pPr>
      <w:r w:rsidRPr="00863425">
        <w:rPr>
          <w:rFonts w:ascii="Times New Roman" w:hAnsi="Times New Roman"/>
          <w:lang w:val="ru-RU"/>
        </w:rPr>
        <w:t>2.1. Сельскохозяйственные домашние животные (далее – домашние животные) – животные, выращенные в домашних условиях, постоянно или временно находящиеся на содержании владельца с целью получения продукции животноводства, либо для использования при проведении сельскохозяйственных и других работ, содержащиеся в специальных местах, вне жилых помещений.</w:t>
      </w:r>
    </w:p>
    <w:p w:rsidR="008E676E" w:rsidRDefault="008E676E" w:rsidP="0086342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2.2. Безнадзорные сельскохозяйственные домашние животные (далее в тексте безнадзорные домашние животные) – животные, находящиеся вне усадеб владельцев без сопровождения.</w:t>
      </w:r>
    </w:p>
    <w:p w:rsidR="008E676E" w:rsidRDefault="008E676E" w:rsidP="0086342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2.3. Отчуждение безнадзорных домашних животных – процедура отлова и временного размещения бродячих по территории СМО домашних животных в специально созданных для этого местах до прихода за ними владельцев.</w:t>
      </w:r>
    </w:p>
    <w:p w:rsidR="008E676E" w:rsidRDefault="008E676E" w:rsidP="00863425">
      <w:pPr>
        <w:rPr>
          <w:rFonts w:ascii="Times New Roman" w:hAnsi="Times New Roman"/>
          <w:lang w:val="ru-RU"/>
        </w:rPr>
      </w:pPr>
    </w:p>
    <w:p w:rsidR="008E676E" w:rsidRPr="00863425" w:rsidRDefault="008E676E" w:rsidP="00863425">
      <w:pPr>
        <w:jc w:val="center"/>
        <w:rPr>
          <w:rFonts w:ascii="Times New Roman" w:hAnsi="Times New Roman"/>
          <w:b/>
          <w:lang w:val="ru-RU"/>
        </w:rPr>
      </w:pPr>
      <w:r w:rsidRPr="00863425">
        <w:rPr>
          <w:rFonts w:ascii="Times New Roman" w:hAnsi="Times New Roman"/>
          <w:b/>
          <w:lang w:val="ru-RU"/>
        </w:rPr>
        <w:t xml:space="preserve">Глава </w:t>
      </w:r>
      <w:r w:rsidRPr="00863425">
        <w:rPr>
          <w:rFonts w:ascii="Times New Roman" w:hAnsi="Times New Roman"/>
          <w:b/>
        </w:rPr>
        <w:t>II</w:t>
      </w:r>
      <w:r>
        <w:rPr>
          <w:rFonts w:ascii="Times New Roman" w:hAnsi="Times New Roman"/>
          <w:b/>
          <w:lang w:val="ru-RU"/>
        </w:rPr>
        <w:t>.</w:t>
      </w:r>
      <w:r w:rsidRPr="00863425">
        <w:rPr>
          <w:rFonts w:ascii="Times New Roman" w:hAnsi="Times New Roman"/>
          <w:b/>
          <w:lang w:val="ru-RU"/>
        </w:rPr>
        <w:t xml:space="preserve"> Компетенция органов местного самоуправления</w:t>
      </w:r>
    </w:p>
    <w:p w:rsidR="008E676E" w:rsidRDefault="008E676E" w:rsidP="0086342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</w:p>
    <w:p w:rsidR="008E676E" w:rsidRDefault="008E676E" w:rsidP="00863425">
      <w:pPr>
        <w:rPr>
          <w:rFonts w:ascii="Times New Roman" w:hAnsi="Times New Roman"/>
          <w:lang w:val="ru-RU"/>
        </w:rPr>
      </w:pPr>
      <w:r w:rsidRPr="00B20318">
        <w:rPr>
          <w:rFonts w:ascii="Times New Roman" w:hAnsi="Times New Roman"/>
          <w:b/>
          <w:lang w:val="ru-RU"/>
        </w:rPr>
        <w:t>Статья 3.</w:t>
      </w:r>
      <w:r>
        <w:rPr>
          <w:rFonts w:ascii="Times New Roman" w:hAnsi="Times New Roman"/>
          <w:lang w:val="ru-RU"/>
        </w:rPr>
        <w:t xml:space="preserve">  Компетенция исполнительных органов МО «Хасавюртовский район»</w:t>
      </w:r>
    </w:p>
    <w:p w:rsidR="008E676E" w:rsidRDefault="008E676E" w:rsidP="00863425">
      <w:pPr>
        <w:rPr>
          <w:rFonts w:ascii="Times New Roman" w:hAnsi="Times New Roman"/>
          <w:lang w:val="ru-RU"/>
        </w:rPr>
      </w:pPr>
    </w:p>
    <w:p w:rsidR="008E676E" w:rsidRDefault="008E676E" w:rsidP="0086342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Исполнительные органы местного самоуправления:</w:t>
      </w:r>
    </w:p>
    <w:p w:rsidR="008E676E" w:rsidRDefault="008E676E" w:rsidP="0086342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3.1. Доводят настоящие Правила до сведения владельцев домашних животных.</w:t>
      </w:r>
    </w:p>
    <w:p w:rsidR="008E676E" w:rsidRDefault="008E676E" w:rsidP="0086342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3.2. Оказывают содействие в создании животноводческих объединений по защите животных, а также в осуществлении государственной регистрации учредительных документов.</w:t>
      </w:r>
    </w:p>
    <w:p w:rsidR="008E676E" w:rsidRDefault="008E676E" w:rsidP="0086342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3.3. Выделяют земельные участки (при наличии земель сельскохозяйственного назначения) для организованного выпаса домашних животных.</w:t>
      </w:r>
    </w:p>
    <w:p w:rsidR="008E676E" w:rsidRDefault="008E676E" w:rsidP="0086342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3.4. Ведут учет домашних животных.</w:t>
      </w:r>
    </w:p>
    <w:p w:rsidR="008E676E" w:rsidRDefault="008E676E" w:rsidP="0086342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3.5. Организуют сезонный выпас домашних животных.</w:t>
      </w:r>
    </w:p>
    <w:p w:rsidR="008E676E" w:rsidRDefault="008E676E" w:rsidP="0086342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3.6. Оказывают содействие в организации и проведении противоэпизоотических мероприятий.</w:t>
      </w:r>
    </w:p>
    <w:p w:rsidR="008E676E" w:rsidRDefault="008E676E" w:rsidP="0086342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3.7. Организуют отлов и временное содержание безнадзорных домашних животных за счет бюджетов СМО с последующим возмещением расходов на их содержание.</w:t>
      </w:r>
    </w:p>
    <w:p w:rsidR="008E676E" w:rsidRDefault="008E676E" w:rsidP="0086342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3.8. Осуществляют иные полномочия в соответствии с законодательством РФ и РД.</w:t>
      </w:r>
    </w:p>
    <w:p w:rsidR="008E676E" w:rsidRDefault="008E676E" w:rsidP="00863425">
      <w:pPr>
        <w:rPr>
          <w:rFonts w:ascii="Times New Roman" w:hAnsi="Times New Roman"/>
          <w:lang w:val="ru-RU"/>
        </w:rPr>
      </w:pPr>
    </w:p>
    <w:p w:rsidR="008E676E" w:rsidRPr="00863425" w:rsidRDefault="008E676E" w:rsidP="00863425">
      <w:pPr>
        <w:jc w:val="center"/>
        <w:rPr>
          <w:rFonts w:ascii="Times New Roman" w:hAnsi="Times New Roman"/>
          <w:b/>
          <w:lang w:val="ru-RU"/>
        </w:rPr>
      </w:pPr>
      <w:r w:rsidRPr="00863425">
        <w:rPr>
          <w:rFonts w:ascii="Times New Roman" w:hAnsi="Times New Roman"/>
          <w:b/>
          <w:lang w:val="ru-RU"/>
        </w:rPr>
        <w:t xml:space="preserve">Глава </w:t>
      </w:r>
      <w:r w:rsidRPr="00863425">
        <w:rPr>
          <w:rFonts w:ascii="Times New Roman" w:hAnsi="Times New Roman"/>
          <w:b/>
        </w:rPr>
        <w:t>III</w:t>
      </w:r>
      <w:r w:rsidRPr="00863425">
        <w:rPr>
          <w:rFonts w:ascii="Times New Roman" w:hAnsi="Times New Roman"/>
          <w:b/>
          <w:lang w:val="ru-RU"/>
        </w:rPr>
        <w:t>. Права и обязанности владельцев домашних животных</w:t>
      </w:r>
    </w:p>
    <w:p w:rsidR="008E676E" w:rsidRDefault="008E676E" w:rsidP="00863425">
      <w:pPr>
        <w:rPr>
          <w:rFonts w:ascii="Times New Roman" w:hAnsi="Times New Roman"/>
          <w:lang w:val="ru-RU"/>
        </w:rPr>
      </w:pPr>
    </w:p>
    <w:p w:rsidR="008E676E" w:rsidRDefault="008E676E" w:rsidP="00863425">
      <w:pPr>
        <w:rPr>
          <w:rFonts w:ascii="Times New Roman" w:hAnsi="Times New Roman"/>
          <w:lang w:val="ru-RU"/>
        </w:rPr>
      </w:pPr>
      <w:r w:rsidRPr="00B20318">
        <w:rPr>
          <w:rFonts w:ascii="Times New Roman" w:hAnsi="Times New Roman"/>
          <w:b/>
          <w:lang w:val="ru-RU"/>
        </w:rPr>
        <w:t>Статья 4.</w:t>
      </w:r>
      <w:r>
        <w:rPr>
          <w:rFonts w:ascii="Times New Roman" w:hAnsi="Times New Roman"/>
          <w:lang w:val="ru-RU"/>
        </w:rPr>
        <w:t xml:space="preserve">  Права и обязанности владельцев домашних животных</w:t>
      </w:r>
    </w:p>
    <w:p w:rsidR="008E676E" w:rsidRPr="00863425" w:rsidRDefault="008E676E" w:rsidP="00863425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4.1. Владелец домашних животных имеет право: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4.1.1. Получить необходимую информацию о порядке содержания домашних животных.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4.1.2. Приобретать и отчуждать домашних животных.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4.1.3. Получать в установленном порядке ветеринарные услуги.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4.2. Владелец домашних животных обязан: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4.2.1. Соблюдать ветеринарные правила содержания животных;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4.2.2. Не допускать загрязнения окружающей среды биологическими отходами домашних животных.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4.2.3. Соблюдать ветеринарно-санитарные правила забоя домашних животных, правила производства, переработки и реализации продуктов животноводства.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4.2.4. При приобретении домашних животных зарегистрировать в недельный срок в органах местного самоуправления, с получением идентификационного номера (наносимого методом биркования, таврирования, татуированием или иным методом клеймения) с ежегодной его перерегистрацией.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4.2.5. Немедленно информировать территориальные органы госветслужбы о приобретении домашних животных.</w:t>
      </w:r>
    </w:p>
    <w:p w:rsidR="008E676E" w:rsidRDefault="008E676E" w:rsidP="00B0369D">
      <w:pPr>
        <w:jc w:val="center"/>
        <w:rPr>
          <w:rFonts w:ascii="Times New Roman" w:hAnsi="Times New Roman"/>
          <w:b/>
          <w:lang w:val="ru-RU"/>
        </w:rPr>
      </w:pPr>
    </w:p>
    <w:p w:rsidR="008E676E" w:rsidRPr="00B0369D" w:rsidRDefault="008E676E" w:rsidP="00B0369D">
      <w:pPr>
        <w:jc w:val="center"/>
        <w:rPr>
          <w:rFonts w:ascii="Times New Roman" w:hAnsi="Times New Roman"/>
          <w:b/>
          <w:lang w:val="ru-RU"/>
        </w:rPr>
      </w:pPr>
      <w:r w:rsidRPr="00B0369D">
        <w:rPr>
          <w:rFonts w:ascii="Times New Roman" w:hAnsi="Times New Roman"/>
          <w:b/>
          <w:lang w:val="ru-RU"/>
        </w:rPr>
        <w:t xml:space="preserve">Глава </w:t>
      </w:r>
      <w:r w:rsidRPr="00B0369D">
        <w:rPr>
          <w:rFonts w:ascii="Times New Roman" w:hAnsi="Times New Roman"/>
          <w:b/>
        </w:rPr>
        <w:t>IV</w:t>
      </w:r>
      <w:r w:rsidRPr="00B0369D">
        <w:rPr>
          <w:rFonts w:ascii="Times New Roman" w:hAnsi="Times New Roman"/>
          <w:b/>
          <w:lang w:val="ru-RU"/>
        </w:rPr>
        <w:t>. Содержание домашних животных</w:t>
      </w:r>
    </w:p>
    <w:p w:rsidR="008E676E" w:rsidRDefault="008E676E">
      <w:pPr>
        <w:rPr>
          <w:rFonts w:ascii="Times New Roman" w:hAnsi="Times New Roman"/>
          <w:lang w:val="ru-RU"/>
        </w:rPr>
      </w:pPr>
    </w:p>
    <w:p w:rsidR="008E676E" w:rsidRDefault="008E676E">
      <w:pPr>
        <w:rPr>
          <w:rFonts w:ascii="Times New Roman" w:hAnsi="Times New Roman"/>
          <w:lang w:val="ru-RU"/>
        </w:rPr>
      </w:pPr>
      <w:r w:rsidRPr="00B20318">
        <w:rPr>
          <w:rFonts w:ascii="Times New Roman" w:hAnsi="Times New Roman"/>
          <w:b/>
          <w:lang w:val="ru-RU"/>
        </w:rPr>
        <w:t>Статья 5.</w:t>
      </w:r>
      <w:r>
        <w:rPr>
          <w:rFonts w:ascii="Times New Roman" w:hAnsi="Times New Roman"/>
          <w:lang w:val="ru-RU"/>
        </w:rPr>
        <w:t xml:space="preserve">  Условия содержания домашних животных</w:t>
      </w:r>
    </w:p>
    <w:p w:rsidR="008E676E" w:rsidRDefault="008E676E">
      <w:pPr>
        <w:rPr>
          <w:rFonts w:ascii="Times New Roman" w:hAnsi="Times New Roman"/>
          <w:lang w:val="ru-RU"/>
        </w:rPr>
      </w:pP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5.1. Содержание домашних животных состоит в обеспечении владельцем для них условий в соответствии с их биологическими особенностями.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5.1.1. Помещения, предназначенные для постоянного или временного содержания домашних животных по площади и оборудованию должны обеспечить благоприятные условия для их здоровья. 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5.1.2. Домашние животные должны быть обеспечены доброкачественными кормами и водой в соответствии с их физиологическими потребностями.</w:t>
      </w:r>
    </w:p>
    <w:p w:rsidR="008E676E" w:rsidRPr="00776B95" w:rsidRDefault="008E676E">
      <w:pPr>
        <w:rPr>
          <w:rFonts w:ascii="Times New Roman" w:hAnsi="Times New Roman"/>
          <w:lang w:val="ru-RU"/>
        </w:rPr>
      </w:pPr>
    </w:p>
    <w:p w:rsidR="008E676E" w:rsidRDefault="008E676E">
      <w:pPr>
        <w:rPr>
          <w:rFonts w:ascii="Times New Roman" w:hAnsi="Times New Roman"/>
          <w:lang w:val="ru-RU"/>
        </w:rPr>
      </w:pPr>
      <w:r w:rsidRPr="00B20318">
        <w:rPr>
          <w:rFonts w:ascii="Times New Roman" w:hAnsi="Times New Roman"/>
          <w:b/>
          <w:lang w:val="ru-RU"/>
        </w:rPr>
        <w:t>Статья 6.</w:t>
      </w:r>
      <w:r>
        <w:rPr>
          <w:rFonts w:ascii="Times New Roman" w:hAnsi="Times New Roman"/>
          <w:lang w:val="ru-RU"/>
        </w:rPr>
        <w:t xml:space="preserve">  Выпас домашних животных.</w:t>
      </w:r>
    </w:p>
    <w:p w:rsidR="008E676E" w:rsidRDefault="008E676E">
      <w:pPr>
        <w:rPr>
          <w:rFonts w:ascii="Times New Roman" w:hAnsi="Times New Roman"/>
          <w:lang w:val="ru-RU"/>
        </w:rPr>
      </w:pP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6.1. Выпас домашних животных населения разрешается на пастбищах и других территориях определенных администрациями сельских поселений, на огороженной территории, принадлежащей владельцу.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6.2. Для организованного проведения пастьбы домашних животных Главы сельских поселений организуют наем пастухов, чабанов, имеющих возраст не менее 14 лет.</w:t>
      </w:r>
      <w:r w:rsidRPr="005757BC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Оплата их труда производится по договору на средства собранные у владельцев животных.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6.3. Запрещается выпас домашних животных без сопровождающего лица и не имеющего идентификационного номера.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6.4. Запрещается выпас домашних животных на территориях поселений, а также на охраняемых территориях, определяемых Федеральными, Республиканскими Законодательствами и нормативными актами органов местного самоуправления.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6.5. Запрещается выпас домашних животных больных (зараженных) инфекционными болезнями, а также домашних животных, не подвергнутых исследованиям и вакцинации в установленном порядке против заразных болезней.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6.6. Запрещается выпас домашних животных, приобретенных из других административных территорий, не прошедших регистрацию в органах местного самоуправления, а также ветеринарный осмотр и обследование.</w:t>
      </w:r>
    </w:p>
    <w:p w:rsidR="008E676E" w:rsidRDefault="008E676E">
      <w:pPr>
        <w:rPr>
          <w:rFonts w:ascii="Times New Roman" w:hAnsi="Times New Roman"/>
          <w:lang w:val="ru-RU"/>
        </w:rPr>
      </w:pPr>
    </w:p>
    <w:p w:rsidR="008E676E" w:rsidRDefault="008E676E">
      <w:pPr>
        <w:rPr>
          <w:rFonts w:ascii="Times New Roman" w:hAnsi="Times New Roman"/>
          <w:lang w:val="ru-RU"/>
        </w:rPr>
      </w:pPr>
      <w:r w:rsidRPr="00B20318">
        <w:rPr>
          <w:rFonts w:ascii="Times New Roman" w:hAnsi="Times New Roman"/>
          <w:b/>
          <w:lang w:val="ru-RU"/>
        </w:rPr>
        <w:t>Статья 7.</w:t>
      </w:r>
      <w:r>
        <w:rPr>
          <w:rFonts w:ascii="Times New Roman" w:hAnsi="Times New Roman"/>
          <w:lang w:val="ru-RU"/>
        </w:rPr>
        <w:t xml:space="preserve">  Противоэпизоотические мероприятия.</w:t>
      </w:r>
    </w:p>
    <w:p w:rsidR="008E676E" w:rsidRDefault="008E676E">
      <w:pPr>
        <w:rPr>
          <w:rFonts w:ascii="Times New Roman" w:hAnsi="Times New Roman"/>
          <w:lang w:val="ru-RU"/>
        </w:rPr>
      </w:pP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7.1. Противоэпизоотические и другие ветеринарно-профилактические мероприятия организуют органы местного самоуправления или их представители на местах.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7.2. Владельцы домашних животных обязаны: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7.2.1. Представлять по оповещению представителей сельских администраций, а также по требованию ветеринарных специалистов домашних животных для осмотра, обследования, проведения плановых и вынужденных ветеринарных мероприятий против заразных болезней, обеспечить их фиксацию при осуществлении ветеринарных процедур.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7.2.2. Немедленно извещать ветеринарных специалистов о случаях массовых заболеваний и внезапной гибели домашних животных.</w:t>
      </w:r>
    </w:p>
    <w:p w:rsidR="008E676E" w:rsidRDefault="008E676E">
      <w:pPr>
        <w:rPr>
          <w:rFonts w:ascii="Times New Roman" w:hAnsi="Times New Roman"/>
          <w:lang w:val="ru-RU"/>
        </w:rPr>
      </w:pPr>
    </w:p>
    <w:p w:rsidR="008E676E" w:rsidRPr="00D47868" w:rsidRDefault="008E676E" w:rsidP="00D47868">
      <w:pPr>
        <w:jc w:val="center"/>
        <w:rPr>
          <w:rFonts w:ascii="Times New Roman" w:hAnsi="Times New Roman"/>
          <w:b/>
          <w:lang w:val="ru-RU"/>
        </w:rPr>
      </w:pPr>
      <w:r w:rsidRPr="00D47868">
        <w:rPr>
          <w:rFonts w:ascii="Times New Roman" w:hAnsi="Times New Roman"/>
          <w:b/>
          <w:lang w:val="ru-RU"/>
        </w:rPr>
        <w:t xml:space="preserve">Глава </w:t>
      </w:r>
      <w:r w:rsidRPr="00D47868">
        <w:rPr>
          <w:rFonts w:ascii="Times New Roman" w:hAnsi="Times New Roman"/>
          <w:b/>
        </w:rPr>
        <w:t>V</w:t>
      </w:r>
      <w:r w:rsidRPr="00D47868">
        <w:rPr>
          <w:rFonts w:ascii="Times New Roman" w:hAnsi="Times New Roman"/>
          <w:b/>
          <w:lang w:val="ru-RU"/>
        </w:rPr>
        <w:t>. Ответственность за правонарушение в сфере содержания домашних животных</w:t>
      </w:r>
    </w:p>
    <w:p w:rsidR="008E676E" w:rsidRDefault="008E676E">
      <w:pPr>
        <w:rPr>
          <w:rFonts w:ascii="Times New Roman" w:hAnsi="Times New Roman"/>
          <w:lang w:val="ru-RU"/>
        </w:rPr>
      </w:pPr>
    </w:p>
    <w:p w:rsidR="008E676E" w:rsidRDefault="008E676E">
      <w:pPr>
        <w:rPr>
          <w:rFonts w:ascii="Times New Roman" w:hAnsi="Times New Roman"/>
          <w:lang w:val="ru-RU"/>
        </w:rPr>
      </w:pPr>
      <w:r w:rsidRPr="00B20318">
        <w:rPr>
          <w:rFonts w:ascii="Times New Roman" w:hAnsi="Times New Roman"/>
          <w:b/>
          <w:lang w:val="ru-RU"/>
        </w:rPr>
        <w:t>Статья 8.</w:t>
      </w:r>
      <w:r>
        <w:rPr>
          <w:rFonts w:ascii="Times New Roman" w:hAnsi="Times New Roman"/>
          <w:lang w:val="ru-RU"/>
        </w:rPr>
        <w:t xml:space="preserve">  Административная ответственность в сфере содержания домашних животных  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8.1. Владельцы домашних животных несут ответственность за нарушение настоящих правил содержания домашних животных в соответствии с Федеральным и Республиканским законодательствами.</w:t>
      </w:r>
    </w:p>
    <w:p w:rsidR="008E676E" w:rsidRDefault="008E676E">
      <w:pPr>
        <w:rPr>
          <w:rFonts w:ascii="Times New Roman" w:hAnsi="Times New Roman"/>
          <w:lang w:val="ru-RU"/>
        </w:rPr>
      </w:pPr>
    </w:p>
    <w:p w:rsidR="008E676E" w:rsidRDefault="008E676E">
      <w:pPr>
        <w:rPr>
          <w:rFonts w:ascii="Times New Roman" w:hAnsi="Times New Roman"/>
          <w:lang w:val="ru-RU"/>
        </w:rPr>
      </w:pPr>
      <w:r w:rsidRPr="00B20318">
        <w:rPr>
          <w:rFonts w:ascii="Times New Roman" w:hAnsi="Times New Roman"/>
          <w:b/>
          <w:lang w:val="ru-RU"/>
        </w:rPr>
        <w:t>Стать 9.</w:t>
      </w:r>
      <w:r>
        <w:rPr>
          <w:rFonts w:ascii="Times New Roman" w:hAnsi="Times New Roman"/>
          <w:lang w:val="ru-RU"/>
        </w:rPr>
        <w:t xml:space="preserve">  Отчуждение безнадзорных домашних животных.</w:t>
      </w:r>
    </w:p>
    <w:p w:rsidR="008E676E" w:rsidRDefault="008E676E">
      <w:pPr>
        <w:rPr>
          <w:rFonts w:ascii="Times New Roman" w:hAnsi="Times New Roman"/>
          <w:lang w:val="ru-RU"/>
        </w:rPr>
      </w:pP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9.1. Безнадзорные бродячие домашние животные по территории сельских поселений временно отчуждены (задержаны и размещены в специально установленных для этого местах до прихода за ними владельцев).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9.2. Службы отчуждения безнадзорных домашних животных создаются постановлениями администраций сельских поселений МО «Хасавюртовский район».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9.3. Служба отчуждения безнадзорных домашних животных  имеет свое положение и действует по нему.</w:t>
      </w:r>
    </w:p>
    <w:p w:rsidR="008E676E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9.4. Служба отчуждения безнадзорных домашних животных возвращает владельцу его живность после возмещения владельцем ущерба, нанесенного безнадзорным домашним животным ,хозяйству сельского поселения или другого юридического или физического лица, расходов связанных с их отчуждением, транспортировкой, кормлением и содержанием, и внесением в установленном порядке штрафа за нарушение настоящих Правил.</w:t>
      </w:r>
    </w:p>
    <w:p w:rsidR="008E676E" w:rsidRDefault="008E676E">
      <w:pPr>
        <w:rPr>
          <w:rFonts w:ascii="Times New Roman" w:hAnsi="Times New Roman"/>
          <w:lang w:val="ru-RU"/>
        </w:rPr>
      </w:pPr>
    </w:p>
    <w:p w:rsidR="008E676E" w:rsidRDefault="008E676E">
      <w:pPr>
        <w:rPr>
          <w:rFonts w:ascii="Times New Roman" w:hAnsi="Times New Roman"/>
          <w:lang w:val="ru-RU"/>
        </w:rPr>
      </w:pPr>
      <w:r w:rsidRPr="00B20318">
        <w:rPr>
          <w:rFonts w:ascii="Times New Roman" w:hAnsi="Times New Roman"/>
          <w:b/>
          <w:lang w:val="ru-RU"/>
        </w:rPr>
        <w:t>Статья 10.</w:t>
      </w:r>
      <w:r>
        <w:rPr>
          <w:rFonts w:ascii="Times New Roman" w:hAnsi="Times New Roman"/>
          <w:lang w:val="ru-RU"/>
        </w:rPr>
        <w:t xml:space="preserve">  Приобретение прав собственности на безнадзорных домашних животных осуществляется в порядке определенном действующим законодательством.</w:t>
      </w:r>
    </w:p>
    <w:p w:rsidR="008E676E" w:rsidRPr="005757BC" w:rsidRDefault="008E676E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</w:t>
      </w:r>
    </w:p>
    <w:sectPr w:rsidR="008E676E" w:rsidRPr="005757BC" w:rsidSect="00C428F0">
      <w:pgSz w:w="11906" w:h="16838"/>
      <w:pgMar w:top="89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43387"/>
    <w:multiLevelType w:val="hybridMultilevel"/>
    <w:tmpl w:val="11D449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3425"/>
    <w:rsid w:val="00001841"/>
    <w:rsid w:val="00001BCD"/>
    <w:rsid w:val="0000245B"/>
    <w:rsid w:val="000029FA"/>
    <w:rsid w:val="00006B57"/>
    <w:rsid w:val="00007E9F"/>
    <w:rsid w:val="000101AF"/>
    <w:rsid w:val="00011C45"/>
    <w:rsid w:val="00013FF3"/>
    <w:rsid w:val="00016CD1"/>
    <w:rsid w:val="000216FA"/>
    <w:rsid w:val="00031B51"/>
    <w:rsid w:val="00031C2A"/>
    <w:rsid w:val="00034886"/>
    <w:rsid w:val="00034F73"/>
    <w:rsid w:val="000365F2"/>
    <w:rsid w:val="00036D46"/>
    <w:rsid w:val="000424DF"/>
    <w:rsid w:val="00052339"/>
    <w:rsid w:val="00064206"/>
    <w:rsid w:val="00064B15"/>
    <w:rsid w:val="00065678"/>
    <w:rsid w:val="00066C3A"/>
    <w:rsid w:val="00066C70"/>
    <w:rsid w:val="00066F5C"/>
    <w:rsid w:val="00080927"/>
    <w:rsid w:val="00086D9A"/>
    <w:rsid w:val="00091424"/>
    <w:rsid w:val="000934E2"/>
    <w:rsid w:val="000969AE"/>
    <w:rsid w:val="00097A41"/>
    <w:rsid w:val="00097EF7"/>
    <w:rsid w:val="000A2023"/>
    <w:rsid w:val="000A47BC"/>
    <w:rsid w:val="000A7FC9"/>
    <w:rsid w:val="000B1660"/>
    <w:rsid w:val="000B38B8"/>
    <w:rsid w:val="000B409C"/>
    <w:rsid w:val="000B4287"/>
    <w:rsid w:val="000B7008"/>
    <w:rsid w:val="000C3B0D"/>
    <w:rsid w:val="000C6740"/>
    <w:rsid w:val="000D080A"/>
    <w:rsid w:val="000D401A"/>
    <w:rsid w:val="000D42C2"/>
    <w:rsid w:val="000D4BD0"/>
    <w:rsid w:val="000D6D89"/>
    <w:rsid w:val="000E181D"/>
    <w:rsid w:val="000E1EC5"/>
    <w:rsid w:val="000E2627"/>
    <w:rsid w:val="000E47BD"/>
    <w:rsid w:val="000F3091"/>
    <w:rsid w:val="000F50C5"/>
    <w:rsid w:val="00101501"/>
    <w:rsid w:val="00102651"/>
    <w:rsid w:val="001028FD"/>
    <w:rsid w:val="00102F82"/>
    <w:rsid w:val="001063EB"/>
    <w:rsid w:val="001074CF"/>
    <w:rsid w:val="00112F70"/>
    <w:rsid w:val="001139BD"/>
    <w:rsid w:val="001162A7"/>
    <w:rsid w:val="00122F7D"/>
    <w:rsid w:val="00123486"/>
    <w:rsid w:val="00125DA6"/>
    <w:rsid w:val="00135720"/>
    <w:rsid w:val="0013626E"/>
    <w:rsid w:val="001430AC"/>
    <w:rsid w:val="00145843"/>
    <w:rsid w:val="001506D7"/>
    <w:rsid w:val="001530B7"/>
    <w:rsid w:val="001602B4"/>
    <w:rsid w:val="0016237C"/>
    <w:rsid w:val="00163BB7"/>
    <w:rsid w:val="0016546A"/>
    <w:rsid w:val="00174DD3"/>
    <w:rsid w:val="00181BCA"/>
    <w:rsid w:val="00184691"/>
    <w:rsid w:val="00186343"/>
    <w:rsid w:val="00186F79"/>
    <w:rsid w:val="00187B00"/>
    <w:rsid w:val="00187C1D"/>
    <w:rsid w:val="001912AF"/>
    <w:rsid w:val="00196B14"/>
    <w:rsid w:val="001A24EA"/>
    <w:rsid w:val="001A33EB"/>
    <w:rsid w:val="001A49E2"/>
    <w:rsid w:val="001A5D3C"/>
    <w:rsid w:val="001B05D4"/>
    <w:rsid w:val="001B3F10"/>
    <w:rsid w:val="001B73CF"/>
    <w:rsid w:val="001C2B96"/>
    <w:rsid w:val="001C2F12"/>
    <w:rsid w:val="001E0E1C"/>
    <w:rsid w:val="001E25CD"/>
    <w:rsid w:val="001E4F0D"/>
    <w:rsid w:val="001E5952"/>
    <w:rsid w:val="001E6325"/>
    <w:rsid w:val="001E66CF"/>
    <w:rsid w:val="001F0659"/>
    <w:rsid w:val="001F1E6F"/>
    <w:rsid w:val="001F3B10"/>
    <w:rsid w:val="001F53FE"/>
    <w:rsid w:val="001F63A2"/>
    <w:rsid w:val="001F6578"/>
    <w:rsid w:val="002014E3"/>
    <w:rsid w:val="00202168"/>
    <w:rsid w:val="00203136"/>
    <w:rsid w:val="00205C60"/>
    <w:rsid w:val="002234C5"/>
    <w:rsid w:val="00232743"/>
    <w:rsid w:val="00242742"/>
    <w:rsid w:val="00242AA6"/>
    <w:rsid w:val="00243E0D"/>
    <w:rsid w:val="00246C06"/>
    <w:rsid w:val="00247EFE"/>
    <w:rsid w:val="0025046B"/>
    <w:rsid w:val="00253394"/>
    <w:rsid w:val="002535CE"/>
    <w:rsid w:val="00254FD7"/>
    <w:rsid w:val="00260E12"/>
    <w:rsid w:val="002614BE"/>
    <w:rsid w:val="002640CE"/>
    <w:rsid w:val="00264CCA"/>
    <w:rsid w:val="0026581C"/>
    <w:rsid w:val="002703FD"/>
    <w:rsid w:val="00282310"/>
    <w:rsid w:val="00292C77"/>
    <w:rsid w:val="002A7FCF"/>
    <w:rsid w:val="002B0F43"/>
    <w:rsid w:val="002B20D8"/>
    <w:rsid w:val="002B54B7"/>
    <w:rsid w:val="002D1A7C"/>
    <w:rsid w:val="002D3E73"/>
    <w:rsid w:val="002D573C"/>
    <w:rsid w:val="002D5A29"/>
    <w:rsid w:val="002E08DC"/>
    <w:rsid w:val="002E1B6C"/>
    <w:rsid w:val="002F0360"/>
    <w:rsid w:val="002F0D87"/>
    <w:rsid w:val="003002B2"/>
    <w:rsid w:val="00301206"/>
    <w:rsid w:val="003044B9"/>
    <w:rsid w:val="0031143C"/>
    <w:rsid w:val="00311FE1"/>
    <w:rsid w:val="00317AFA"/>
    <w:rsid w:val="00317FA9"/>
    <w:rsid w:val="003214A1"/>
    <w:rsid w:val="00321D4A"/>
    <w:rsid w:val="003231E8"/>
    <w:rsid w:val="0032545B"/>
    <w:rsid w:val="003360F4"/>
    <w:rsid w:val="00340A3A"/>
    <w:rsid w:val="00344C30"/>
    <w:rsid w:val="003453A5"/>
    <w:rsid w:val="00373810"/>
    <w:rsid w:val="00375A0D"/>
    <w:rsid w:val="003804A2"/>
    <w:rsid w:val="0038375D"/>
    <w:rsid w:val="00383C1F"/>
    <w:rsid w:val="00386162"/>
    <w:rsid w:val="00395F71"/>
    <w:rsid w:val="003A12CE"/>
    <w:rsid w:val="003A4537"/>
    <w:rsid w:val="003A701D"/>
    <w:rsid w:val="003B0919"/>
    <w:rsid w:val="003B6F80"/>
    <w:rsid w:val="003C28E1"/>
    <w:rsid w:val="003C52B3"/>
    <w:rsid w:val="003D1BB1"/>
    <w:rsid w:val="003D4CC0"/>
    <w:rsid w:val="003E55FD"/>
    <w:rsid w:val="003F0CBF"/>
    <w:rsid w:val="003F3D44"/>
    <w:rsid w:val="003F4E07"/>
    <w:rsid w:val="0041173D"/>
    <w:rsid w:val="004174F8"/>
    <w:rsid w:val="00420CB3"/>
    <w:rsid w:val="00422B6B"/>
    <w:rsid w:val="0042370C"/>
    <w:rsid w:val="00445B77"/>
    <w:rsid w:val="00446EAA"/>
    <w:rsid w:val="00447727"/>
    <w:rsid w:val="00450AF6"/>
    <w:rsid w:val="00455223"/>
    <w:rsid w:val="00462681"/>
    <w:rsid w:val="00470169"/>
    <w:rsid w:val="00472B19"/>
    <w:rsid w:val="00474994"/>
    <w:rsid w:val="00474DCC"/>
    <w:rsid w:val="004774E4"/>
    <w:rsid w:val="00484E38"/>
    <w:rsid w:val="00486AF4"/>
    <w:rsid w:val="00492BB5"/>
    <w:rsid w:val="00496303"/>
    <w:rsid w:val="00496EDC"/>
    <w:rsid w:val="004B1D31"/>
    <w:rsid w:val="004B467B"/>
    <w:rsid w:val="004B7D2D"/>
    <w:rsid w:val="004C7BEC"/>
    <w:rsid w:val="004D35AA"/>
    <w:rsid w:val="004D62A8"/>
    <w:rsid w:val="004D7B54"/>
    <w:rsid w:val="004E03AE"/>
    <w:rsid w:val="004E232A"/>
    <w:rsid w:val="004E6BB4"/>
    <w:rsid w:val="004F646B"/>
    <w:rsid w:val="004F684E"/>
    <w:rsid w:val="004F7234"/>
    <w:rsid w:val="005010FE"/>
    <w:rsid w:val="005036D3"/>
    <w:rsid w:val="00507286"/>
    <w:rsid w:val="00520338"/>
    <w:rsid w:val="00520ACD"/>
    <w:rsid w:val="0052471B"/>
    <w:rsid w:val="0054139D"/>
    <w:rsid w:val="005440E4"/>
    <w:rsid w:val="00555CF3"/>
    <w:rsid w:val="005616E7"/>
    <w:rsid w:val="005642A1"/>
    <w:rsid w:val="005658BF"/>
    <w:rsid w:val="00567261"/>
    <w:rsid w:val="00574BB6"/>
    <w:rsid w:val="005757BC"/>
    <w:rsid w:val="005770D8"/>
    <w:rsid w:val="005779E8"/>
    <w:rsid w:val="005828E4"/>
    <w:rsid w:val="0058524D"/>
    <w:rsid w:val="0058748E"/>
    <w:rsid w:val="00590049"/>
    <w:rsid w:val="005910DF"/>
    <w:rsid w:val="005974BC"/>
    <w:rsid w:val="005A00A0"/>
    <w:rsid w:val="005A0EB9"/>
    <w:rsid w:val="005A32B4"/>
    <w:rsid w:val="005A3A57"/>
    <w:rsid w:val="005B5EB4"/>
    <w:rsid w:val="005B6EAE"/>
    <w:rsid w:val="005B7296"/>
    <w:rsid w:val="005B76D6"/>
    <w:rsid w:val="005C09FF"/>
    <w:rsid w:val="005C1E6D"/>
    <w:rsid w:val="005C22B9"/>
    <w:rsid w:val="005C2466"/>
    <w:rsid w:val="005D2313"/>
    <w:rsid w:val="005D2CB1"/>
    <w:rsid w:val="005D5C78"/>
    <w:rsid w:val="005F0DA8"/>
    <w:rsid w:val="005F1E9D"/>
    <w:rsid w:val="005F3035"/>
    <w:rsid w:val="005F562D"/>
    <w:rsid w:val="005F6688"/>
    <w:rsid w:val="00600261"/>
    <w:rsid w:val="0061033E"/>
    <w:rsid w:val="00614442"/>
    <w:rsid w:val="00614BC0"/>
    <w:rsid w:val="00616651"/>
    <w:rsid w:val="00620752"/>
    <w:rsid w:val="006223D9"/>
    <w:rsid w:val="00622E8B"/>
    <w:rsid w:val="00623488"/>
    <w:rsid w:val="00625CAC"/>
    <w:rsid w:val="00631340"/>
    <w:rsid w:val="00633F83"/>
    <w:rsid w:val="006369E9"/>
    <w:rsid w:val="006378EE"/>
    <w:rsid w:val="0064153A"/>
    <w:rsid w:val="006449EA"/>
    <w:rsid w:val="00645117"/>
    <w:rsid w:val="006511F5"/>
    <w:rsid w:val="006524CA"/>
    <w:rsid w:val="00654DEA"/>
    <w:rsid w:val="00655947"/>
    <w:rsid w:val="00656F0D"/>
    <w:rsid w:val="00662BB0"/>
    <w:rsid w:val="00663E61"/>
    <w:rsid w:val="00664716"/>
    <w:rsid w:val="00664E41"/>
    <w:rsid w:val="00666B69"/>
    <w:rsid w:val="00672EA1"/>
    <w:rsid w:val="0067353F"/>
    <w:rsid w:val="00675937"/>
    <w:rsid w:val="006803E8"/>
    <w:rsid w:val="006867D7"/>
    <w:rsid w:val="006868F1"/>
    <w:rsid w:val="0069112F"/>
    <w:rsid w:val="006A11B7"/>
    <w:rsid w:val="006A5523"/>
    <w:rsid w:val="006B0247"/>
    <w:rsid w:val="006B6200"/>
    <w:rsid w:val="006B6ABF"/>
    <w:rsid w:val="006B771C"/>
    <w:rsid w:val="006C337A"/>
    <w:rsid w:val="006C4AA4"/>
    <w:rsid w:val="006C4E20"/>
    <w:rsid w:val="006D4B00"/>
    <w:rsid w:val="006D56DA"/>
    <w:rsid w:val="006D759D"/>
    <w:rsid w:val="006E201A"/>
    <w:rsid w:val="006E2A9C"/>
    <w:rsid w:val="006E6089"/>
    <w:rsid w:val="006E6882"/>
    <w:rsid w:val="006F295E"/>
    <w:rsid w:val="006F3B6D"/>
    <w:rsid w:val="007138AC"/>
    <w:rsid w:val="00713EC9"/>
    <w:rsid w:val="00715C76"/>
    <w:rsid w:val="00716AB0"/>
    <w:rsid w:val="007224EE"/>
    <w:rsid w:val="00725FCD"/>
    <w:rsid w:val="00730F99"/>
    <w:rsid w:val="0073252A"/>
    <w:rsid w:val="00734EF6"/>
    <w:rsid w:val="00736634"/>
    <w:rsid w:val="007427DB"/>
    <w:rsid w:val="0074448A"/>
    <w:rsid w:val="00753422"/>
    <w:rsid w:val="007573A0"/>
    <w:rsid w:val="007627F7"/>
    <w:rsid w:val="007663B9"/>
    <w:rsid w:val="007760B4"/>
    <w:rsid w:val="00776B95"/>
    <w:rsid w:val="00780D85"/>
    <w:rsid w:val="00796538"/>
    <w:rsid w:val="007A4415"/>
    <w:rsid w:val="007A5AB1"/>
    <w:rsid w:val="007A6D80"/>
    <w:rsid w:val="007C420D"/>
    <w:rsid w:val="007C7433"/>
    <w:rsid w:val="007D5676"/>
    <w:rsid w:val="007D59B0"/>
    <w:rsid w:val="007D6C48"/>
    <w:rsid w:val="007E1B29"/>
    <w:rsid w:val="007E420B"/>
    <w:rsid w:val="007E4A99"/>
    <w:rsid w:val="007E4E96"/>
    <w:rsid w:val="007E778C"/>
    <w:rsid w:val="007E7B70"/>
    <w:rsid w:val="007F158B"/>
    <w:rsid w:val="00810F20"/>
    <w:rsid w:val="00813216"/>
    <w:rsid w:val="00813782"/>
    <w:rsid w:val="008240E3"/>
    <w:rsid w:val="008247AE"/>
    <w:rsid w:val="008251EA"/>
    <w:rsid w:val="00832A2F"/>
    <w:rsid w:val="00835D95"/>
    <w:rsid w:val="00841F41"/>
    <w:rsid w:val="00845B79"/>
    <w:rsid w:val="00847998"/>
    <w:rsid w:val="008521B5"/>
    <w:rsid w:val="00852A67"/>
    <w:rsid w:val="008552A0"/>
    <w:rsid w:val="008575DA"/>
    <w:rsid w:val="00860252"/>
    <w:rsid w:val="00863425"/>
    <w:rsid w:val="0086577C"/>
    <w:rsid w:val="008739E1"/>
    <w:rsid w:val="00884C9C"/>
    <w:rsid w:val="00887706"/>
    <w:rsid w:val="00890954"/>
    <w:rsid w:val="0089096D"/>
    <w:rsid w:val="008956DC"/>
    <w:rsid w:val="00897DB3"/>
    <w:rsid w:val="008A378C"/>
    <w:rsid w:val="008A383C"/>
    <w:rsid w:val="008A6B34"/>
    <w:rsid w:val="008B0741"/>
    <w:rsid w:val="008B5831"/>
    <w:rsid w:val="008B6336"/>
    <w:rsid w:val="008C3B59"/>
    <w:rsid w:val="008C6100"/>
    <w:rsid w:val="008E03FB"/>
    <w:rsid w:val="008E30DB"/>
    <w:rsid w:val="008E6627"/>
    <w:rsid w:val="008E676E"/>
    <w:rsid w:val="008F1CA6"/>
    <w:rsid w:val="008F46F0"/>
    <w:rsid w:val="009002B3"/>
    <w:rsid w:val="00905B85"/>
    <w:rsid w:val="00905F98"/>
    <w:rsid w:val="009103AE"/>
    <w:rsid w:val="009117E5"/>
    <w:rsid w:val="009123CF"/>
    <w:rsid w:val="00914501"/>
    <w:rsid w:val="00920E6C"/>
    <w:rsid w:val="00925954"/>
    <w:rsid w:val="009323EB"/>
    <w:rsid w:val="00935BF4"/>
    <w:rsid w:val="009421EB"/>
    <w:rsid w:val="00943461"/>
    <w:rsid w:val="00945045"/>
    <w:rsid w:val="00945AAA"/>
    <w:rsid w:val="00945C8E"/>
    <w:rsid w:val="0095117B"/>
    <w:rsid w:val="009539E6"/>
    <w:rsid w:val="00956664"/>
    <w:rsid w:val="00956E35"/>
    <w:rsid w:val="009634EC"/>
    <w:rsid w:val="009657AB"/>
    <w:rsid w:val="00965881"/>
    <w:rsid w:val="00966407"/>
    <w:rsid w:val="00966483"/>
    <w:rsid w:val="00967BE6"/>
    <w:rsid w:val="00974E70"/>
    <w:rsid w:val="009775AE"/>
    <w:rsid w:val="009812B6"/>
    <w:rsid w:val="009815BB"/>
    <w:rsid w:val="00981B66"/>
    <w:rsid w:val="00982600"/>
    <w:rsid w:val="00982B9F"/>
    <w:rsid w:val="00984BC4"/>
    <w:rsid w:val="0098556B"/>
    <w:rsid w:val="009924A9"/>
    <w:rsid w:val="00995C6D"/>
    <w:rsid w:val="00996F88"/>
    <w:rsid w:val="00997735"/>
    <w:rsid w:val="00997B22"/>
    <w:rsid w:val="009A7F02"/>
    <w:rsid w:val="009B38E3"/>
    <w:rsid w:val="009B481B"/>
    <w:rsid w:val="009B67A2"/>
    <w:rsid w:val="009C4D0E"/>
    <w:rsid w:val="009C653D"/>
    <w:rsid w:val="009D03B8"/>
    <w:rsid w:val="009E23C2"/>
    <w:rsid w:val="009E4804"/>
    <w:rsid w:val="009F0DD8"/>
    <w:rsid w:val="009F41D3"/>
    <w:rsid w:val="009F491C"/>
    <w:rsid w:val="009F5E54"/>
    <w:rsid w:val="009F7CA9"/>
    <w:rsid w:val="00A07FE9"/>
    <w:rsid w:val="00A134B1"/>
    <w:rsid w:val="00A13FAF"/>
    <w:rsid w:val="00A213E5"/>
    <w:rsid w:val="00A24486"/>
    <w:rsid w:val="00A252FA"/>
    <w:rsid w:val="00A360F8"/>
    <w:rsid w:val="00A37D9E"/>
    <w:rsid w:val="00A477D4"/>
    <w:rsid w:val="00A47AD0"/>
    <w:rsid w:val="00A50EAE"/>
    <w:rsid w:val="00A51439"/>
    <w:rsid w:val="00A55230"/>
    <w:rsid w:val="00A5590D"/>
    <w:rsid w:val="00A747D8"/>
    <w:rsid w:val="00A7536C"/>
    <w:rsid w:val="00A77E9C"/>
    <w:rsid w:val="00A81E18"/>
    <w:rsid w:val="00A828F2"/>
    <w:rsid w:val="00A83E27"/>
    <w:rsid w:val="00A93FF0"/>
    <w:rsid w:val="00A94FB5"/>
    <w:rsid w:val="00A96ABA"/>
    <w:rsid w:val="00A97495"/>
    <w:rsid w:val="00A97866"/>
    <w:rsid w:val="00AA07B8"/>
    <w:rsid w:val="00AA162D"/>
    <w:rsid w:val="00AB2DA5"/>
    <w:rsid w:val="00AB42A5"/>
    <w:rsid w:val="00AB5B5F"/>
    <w:rsid w:val="00AB638A"/>
    <w:rsid w:val="00AB6E91"/>
    <w:rsid w:val="00AC0EB3"/>
    <w:rsid w:val="00AD2011"/>
    <w:rsid w:val="00AD3627"/>
    <w:rsid w:val="00AD65D4"/>
    <w:rsid w:val="00AE131D"/>
    <w:rsid w:val="00AE3F23"/>
    <w:rsid w:val="00AF1F08"/>
    <w:rsid w:val="00AF1F64"/>
    <w:rsid w:val="00AF3DFB"/>
    <w:rsid w:val="00AF4150"/>
    <w:rsid w:val="00AF5887"/>
    <w:rsid w:val="00AF65C8"/>
    <w:rsid w:val="00AF6A8C"/>
    <w:rsid w:val="00AF78FC"/>
    <w:rsid w:val="00B0369D"/>
    <w:rsid w:val="00B0469E"/>
    <w:rsid w:val="00B062A3"/>
    <w:rsid w:val="00B075B5"/>
    <w:rsid w:val="00B077DE"/>
    <w:rsid w:val="00B123EE"/>
    <w:rsid w:val="00B1579E"/>
    <w:rsid w:val="00B159B6"/>
    <w:rsid w:val="00B20318"/>
    <w:rsid w:val="00B2490C"/>
    <w:rsid w:val="00B305EC"/>
    <w:rsid w:val="00B34CBA"/>
    <w:rsid w:val="00B434E2"/>
    <w:rsid w:val="00B50E93"/>
    <w:rsid w:val="00B57C4F"/>
    <w:rsid w:val="00B60BDE"/>
    <w:rsid w:val="00B6340A"/>
    <w:rsid w:val="00B7730A"/>
    <w:rsid w:val="00B82450"/>
    <w:rsid w:val="00B82A67"/>
    <w:rsid w:val="00B82C94"/>
    <w:rsid w:val="00B82E69"/>
    <w:rsid w:val="00B85D63"/>
    <w:rsid w:val="00B85F37"/>
    <w:rsid w:val="00B873D3"/>
    <w:rsid w:val="00B9228B"/>
    <w:rsid w:val="00B962FD"/>
    <w:rsid w:val="00BA0711"/>
    <w:rsid w:val="00BA401C"/>
    <w:rsid w:val="00BA6512"/>
    <w:rsid w:val="00BA7213"/>
    <w:rsid w:val="00BB0F5D"/>
    <w:rsid w:val="00BB39F6"/>
    <w:rsid w:val="00BB4CEF"/>
    <w:rsid w:val="00BB7E16"/>
    <w:rsid w:val="00BC24FB"/>
    <w:rsid w:val="00BE0560"/>
    <w:rsid w:val="00BE0C7B"/>
    <w:rsid w:val="00BE29D9"/>
    <w:rsid w:val="00BE582B"/>
    <w:rsid w:val="00BF01A0"/>
    <w:rsid w:val="00BF22E1"/>
    <w:rsid w:val="00BF4BAE"/>
    <w:rsid w:val="00BF4EC0"/>
    <w:rsid w:val="00C223AC"/>
    <w:rsid w:val="00C25EA3"/>
    <w:rsid w:val="00C26512"/>
    <w:rsid w:val="00C27066"/>
    <w:rsid w:val="00C30FEB"/>
    <w:rsid w:val="00C34A7C"/>
    <w:rsid w:val="00C37E1C"/>
    <w:rsid w:val="00C42662"/>
    <w:rsid w:val="00C428F0"/>
    <w:rsid w:val="00C450D9"/>
    <w:rsid w:val="00C455CD"/>
    <w:rsid w:val="00C51BDF"/>
    <w:rsid w:val="00C5224B"/>
    <w:rsid w:val="00C52724"/>
    <w:rsid w:val="00C553F5"/>
    <w:rsid w:val="00C55ABE"/>
    <w:rsid w:val="00C61F06"/>
    <w:rsid w:val="00C66119"/>
    <w:rsid w:val="00C66E24"/>
    <w:rsid w:val="00C72054"/>
    <w:rsid w:val="00C72DBC"/>
    <w:rsid w:val="00C741BD"/>
    <w:rsid w:val="00C8548A"/>
    <w:rsid w:val="00C86019"/>
    <w:rsid w:val="00C87EC9"/>
    <w:rsid w:val="00C90F41"/>
    <w:rsid w:val="00C9103E"/>
    <w:rsid w:val="00C91901"/>
    <w:rsid w:val="00CA4EDF"/>
    <w:rsid w:val="00CA6B1F"/>
    <w:rsid w:val="00CA7333"/>
    <w:rsid w:val="00CB17AD"/>
    <w:rsid w:val="00CB31E4"/>
    <w:rsid w:val="00CB4CA2"/>
    <w:rsid w:val="00CE1168"/>
    <w:rsid w:val="00CE28C1"/>
    <w:rsid w:val="00D001C9"/>
    <w:rsid w:val="00D003D1"/>
    <w:rsid w:val="00D03570"/>
    <w:rsid w:val="00D111D9"/>
    <w:rsid w:val="00D12C2E"/>
    <w:rsid w:val="00D12F01"/>
    <w:rsid w:val="00D207B0"/>
    <w:rsid w:val="00D21415"/>
    <w:rsid w:val="00D23165"/>
    <w:rsid w:val="00D30FFB"/>
    <w:rsid w:val="00D31D20"/>
    <w:rsid w:val="00D36107"/>
    <w:rsid w:val="00D40083"/>
    <w:rsid w:val="00D43326"/>
    <w:rsid w:val="00D445C4"/>
    <w:rsid w:val="00D4536F"/>
    <w:rsid w:val="00D47868"/>
    <w:rsid w:val="00D520AA"/>
    <w:rsid w:val="00D543E2"/>
    <w:rsid w:val="00D608D8"/>
    <w:rsid w:val="00D61B35"/>
    <w:rsid w:val="00D61EAA"/>
    <w:rsid w:val="00D63774"/>
    <w:rsid w:val="00D734D3"/>
    <w:rsid w:val="00D763A5"/>
    <w:rsid w:val="00D812B0"/>
    <w:rsid w:val="00D836C5"/>
    <w:rsid w:val="00D953E0"/>
    <w:rsid w:val="00D95F93"/>
    <w:rsid w:val="00DA2A03"/>
    <w:rsid w:val="00DA31D0"/>
    <w:rsid w:val="00DB4315"/>
    <w:rsid w:val="00DC11C0"/>
    <w:rsid w:val="00DC2101"/>
    <w:rsid w:val="00DC4CC3"/>
    <w:rsid w:val="00DD382F"/>
    <w:rsid w:val="00DD5D73"/>
    <w:rsid w:val="00DD5ED9"/>
    <w:rsid w:val="00DE36C1"/>
    <w:rsid w:val="00DF16F7"/>
    <w:rsid w:val="00DF61CA"/>
    <w:rsid w:val="00DF67A0"/>
    <w:rsid w:val="00DF7D57"/>
    <w:rsid w:val="00E0257D"/>
    <w:rsid w:val="00E2183D"/>
    <w:rsid w:val="00E3063F"/>
    <w:rsid w:val="00E31B43"/>
    <w:rsid w:val="00E32F98"/>
    <w:rsid w:val="00E3404C"/>
    <w:rsid w:val="00E431AB"/>
    <w:rsid w:val="00E444B5"/>
    <w:rsid w:val="00E458DC"/>
    <w:rsid w:val="00E509B1"/>
    <w:rsid w:val="00E50D59"/>
    <w:rsid w:val="00E55F30"/>
    <w:rsid w:val="00E56A48"/>
    <w:rsid w:val="00E6313D"/>
    <w:rsid w:val="00E649F7"/>
    <w:rsid w:val="00E67F82"/>
    <w:rsid w:val="00E72684"/>
    <w:rsid w:val="00E82B17"/>
    <w:rsid w:val="00E876B4"/>
    <w:rsid w:val="00E90D21"/>
    <w:rsid w:val="00E975E5"/>
    <w:rsid w:val="00EA64A1"/>
    <w:rsid w:val="00EB275D"/>
    <w:rsid w:val="00EB2C43"/>
    <w:rsid w:val="00EB46FA"/>
    <w:rsid w:val="00EB5B7F"/>
    <w:rsid w:val="00EB61E8"/>
    <w:rsid w:val="00EC0318"/>
    <w:rsid w:val="00EC0AAF"/>
    <w:rsid w:val="00EC1881"/>
    <w:rsid w:val="00EC18F8"/>
    <w:rsid w:val="00EC4414"/>
    <w:rsid w:val="00ED34F0"/>
    <w:rsid w:val="00ED38DD"/>
    <w:rsid w:val="00ED6923"/>
    <w:rsid w:val="00ED74EF"/>
    <w:rsid w:val="00EE4369"/>
    <w:rsid w:val="00EF5DC9"/>
    <w:rsid w:val="00EF7C48"/>
    <w:rsid w:val="00F05F2A"/>
    <w:rsid w:val="00F10CA8"/>
    <w:rsid w:val="00F13199"/>
    <w:rsid w:val="00F15099"/>
    <w:rsid w:val="00F16B19"/>
    <w:rsid w:val="00F20290"/>
    <w:rsid w:val="00F2195D"/>
    <w:rsid w:val="00F23896"/>
    <w:rsid w:val="00F238B3"/>
    <w:rsid w:val="00F27E3D"/>
    <w:rsid w:val="00F32D6F"/>
    <w:rsid w:val="00F37B25"/>
    <w:rsid w:val="00F40550"/>
    <w:rsid w:val="00F41F5E"/>
    <w:rsid w:val="00F44670"/>
    <w:rsid w:val="00F4797E"/>
    <w:rsid w:val="00F47D46"/>
    <w:rsid w:val="00F50E01"/>
    <w:rsid w:val="00F525A3"/>
    <w:rsid w:val="00F52F81"/>
    <w:rsid w:val="00F5508B"/>
    <w:rsid w:val="00F558B0"/>
    <w:rsid w:val="00F56FAA"/>
    <w:rsid w:val="00F6121A"/>
    <w:rsid w:val="00F62831"/>
    <w:rsid w:val="00F64B7E"/>
    <w:rsid w:val="00F64D61"/>
    <w:rsid w:val="00F71E0D"/>
    <w:rsid w:val="00F75579"/>
    <w:rsid w:val="00F83725"/>
    <w:rsid w:val="00F86E74"/>
    <w:rsid w:val="00F90FB7"/>
    <w:rsid w:val="00F92C00"/>
    <w:rsid w:val="00F9477C"/>
    <w:rsid w:val="00F97B1D"/>
    <w:rsid w:val="00FA288E"/>
    <w:rsid w:val="00FA363C"/>
    <w:rsid w:val="00FA7B1E"/>
    <w:rsid w:val="00FB2B41"/>
    <w:rsid w:val="00FB37D8"/>
    <w:rsid w:val="00FB6060"/>
    <w:rsid w:val="00FC127D"/>
    <w:rsid w:val="00FC1B1E"/>
    <w:rsid w:val="00FC2D7E"/>
    <w:rsid w:val="00FC5B0B"/>
    <w:rsid w:val="00FC7C98"/>
    <w:rsid w:val="00FD0ABB"/>
    <w:rsid w:val="00FD3ABA"/>
    <w:rsid w:val="00FD3B12"/>
    <w:rsid w:val="00FD3B74"/>
    <w:rsid w:val="00FD4519"/>
    <w:rsid w:val="00FD5226"/>
    <w:rsid w:val="00FE1ABD"/>
    <w:rsid w:val="00FE6F20"/>
    <w:rsid w:val="00FF5F1E"/>
    <w:rsid w:val="00FF7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86342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34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6342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634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6342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634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6342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6342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86342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86342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342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6342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6342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63425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63425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63425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63425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63425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63425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86342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63425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863425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63425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863425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863425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863425"/>
    <w:rPr>
      <w:szCs w:val="32"/>
    </w:rPr>
  </w:style>
  <w:style w:type="paragraph" w:styleId="ListParagraph">
    <w:name w:val="List Paragraph"/>
    <w:basedOn w:val="Normal"/>
    <w:uiPriority w:val="99"/>
    <w:qFormat/>
    <w:rsid w:val="0086342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863425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863425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6342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63425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863425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863425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863425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863425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863425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86342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292</TotalTime>
  <Pages>3</Pages>
  <Words>1147</Words>
  <Characters>6544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К.С.</cp:lastModifiedBy>
  <cp:revision>15</cp:revision>
  <cp:lastPrinted>2013-03-26T07:54:00Z</cp:lastPrinted>
  <dcterms:created xsi:type="dcterms:W3CDTF">2011-10-20T10:08:00Z</dcterms:created>
  <dcterms:modified xsi:type="dcterms:W3CDTF">2013-03-26T07:59:00Z</dcterms:modified>
</cp:coreProperties>
</file>